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A74" w:rsidRDefault="00BF2A74" w:rsidP="005E5A9E">
      <w:pPr>
        <w:jc w:val="center"/>
        <w:rPr>
          <w:b/>
        </w:rPr>
      </w:pPr>
      <w:r>
        <w:rPr>
          <w:b/>
        </w:rPr>
        <w:t>АДМИНИСТРАЦИЯ  СОВХОЗНОГО СЕЛЬСОВЕТА</w:t>
      </w:r>
    </w:p>
    <w:p w:rsidR="00BF2A74" w:rsidRDefault="00BF2A74" w:rsidP="006D2AFC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BF2A74" w:rsidRDefault="00BF2A74" w:rsidP="006D2AFC">
      <w:pPr>
        <w:jc w:val="center"/>
        <w:rPr>
          <w:b/>
          <w:sz w:val="32"/>
          <w:szCs w:val="32"/>
        </w:rPr>
      </w:pPr>
    </w:p>
    <w:p w:rsidR="00BF2A74" w:rsidRDefault="00BF2A74" w:rsidP="006D2AF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BF2A74" w:rsidRDefault="00BF2A74" w:rsidP="006D2AFC">
      <w:pPr>
        <w:jc w:val="center"/>
        <w:rPr>
          <w:b/>
          <w:sz w:val="32"/>
          <w:szCs w:val="32"/>
        </w:rPr>
      </w:pPr>
    </w:p>
    <w:p w:rsidR="00BF2A74" w:rsidRDefault="00BF2A74" w:rsidP="006D2AFC">
      <w:pPr>
        <w:ind w:right="282"/>
        <w:rPr>
          <w:szCs w:val="24"/>
        </w:rPr>
      </w:pPr>
      <w:r>
        <w:t xml:space="preserve">                                                                                                                    </w:t>
      </w:r>
    </w:p>
    <w:p w:rsidR="00BF2A74" w:rsidRDefault="00BF2A74" w:rsidP="006D2AFC">
      <w:pPr>
        <w:ind w:right="282"/>
        <w:jc w:val="center"/>
        <w:rPr>
          <w:u w:val="single"/>
        </w:rPr>
      </w:pPr>
      <w:r>
        <w:rPr>
          <w:b/>
        </w:rPr>
        <w:t xml:space="preserve">____________    </w:t>
      </w:r>
      <w:r>
        <w:t xml:space="preserve">№ </w:t>
      </w:r>
      <w:r>
        <w:rPr>
          <w:b/>
        </w:rPr>
        <w:t xml:space="preserve">   ________</w:t>
      </w:r>
    </w:p>
    <w:p w:rsidR="00BF2A74" w:rsidRDefault="00BF2A74" w:rsidP="006D2AFC">
      <w:pPr>
        <w:jc w:val="center"/>
        <w:rPr>
          <w:sz w:val="24"/>
        </w:rPr>
      </w:pPr>
      <w:r>
        <w:t>с. Лебедевка</w:t>
      </w:r>
    </w:p>
    <w:p w:rsidR="00BF2A74" w:rsidRDefault="00BF2A74" w:rsidP="006D2AFC"/>
    <w:p w:rsidR="00BF2A74" w:rsidRDefault="00BF2A74" w:rsidP="006D2AFC"/>
    <w:p w:rsidR="00BF2A74" w:rsidRPr="00732FFA" w:rsidRDefault="00BF2A74" w:rsidP="006D2AFC">
      <w:pPr>
        <w:rPr>
          <w:sz w:val="24"/>
          <w:szCs w:val="24"/>
        </w:rPr>
      </w:pPr>
      <w:r w:rsidRPr="00732FFA">
        <w:rPr>
          <w:sz w:val="24"/>
          <w:szCs w:val="24"/>
        </w:rPr>
        <w:t xml:space="preserve">Об утверждении административного </w:t>
      </w:r>
    </w:p>
    <w:p w:rsidR="00BF2A74" w:rsidRPr="00732FFA" w:rsidRDefault="00BF2A74" w:rsidP="006D2AFC">
      <w:pPr>
        <w:rPr>
          <w:sz w:val="24"/>
          <w:szCs w:val="24"/>
        </w:rPr>
      </w:pPr>
      <w:r w:rsidRPr="00732FFA">
        <w:rPr>
          <w:sz w:val="24"/>
          <w:szCs w:val="24"/>
        </w:rPr>
        <w:t xml:space="preserve">регламента « </w:t>
      </w:r>
      <w:r>
        <w:rPr>
          <w:sz w:val="24"/>
          <w:szCs w:val="24"/>
        </w:rPr>
        <w:t>П</w:t>
      </w:r>
      <w:r w:rsidRPr="00732FFA">
        <w:rPr>
          <w:sz w:val="24"/>
          <w:szCs w:val="24"/>
        </w:rPr>
        <w:t>редоставлени</w:t>
      </w:r>
      <w:r>
        <w:rPr>
          <w:sz w:val="24"/>
          <w:szCs w:val="24"/>
        </w:rPr>
        <w:t>е</w:t>
      </w:r>
    </w:p>
    <w:p w:rsidR="00BF2A74" w:rsidRPr="00732FFA" w:rsidRDefault="00BF2A74" w:rsidP="006D2AFC">
      <w:pPr>
        <w:rPr>
          <w:sz w:val="24"/>
          <w:szCs w:val="24"/>
        </w:rPr>
      </w:pPr>
      <w:r w:rsidRPr="00732FFA">
        <w:rPr>
          <w:sz w:val="24"/>
          <w:szCs w:val="24"/>
        </w:rPr>
        <w:t xml:space="preserve">муниципальной услуги по выдаче </w:t>
      </w:r>
    </w:p>
    <w:p w:rsidR="00BF2A74" w:rsidRPr="00732FFA" w:rsidRDefault="00BF2A74" w:rsidP="006D2AFC">
      <w:pPr>
        <w:rPr>
          <w:sz w:val="24"/>
          <w:szCs w:val="24"/>
        </w:rPr>
      </w:pPr>
      <w:r>
        <w:rPr>
          <w:sz w:val="24"/>
          <w:szCs w:val="24"/>
        </w:rPr>
        <w:t>копий архивных документов, подтверждающих</w:t>
      </w:r>
      <w:r w:rsidRPr="00732FFA">
        <w:rPr>
          <w:sz w:val="24"/>
          <w:szCs w:val="24"/>
        </w:rPr>
        <w:t xml:space="preserve"> </w:t>
      </w:r>
    </w:p>
    <w:p w:rsidR="00BF2A74" w:rsidRPr="00732FFA" w:rsidRDefault="00BF2A74" w:rsidP="006D2AFC">
      <w:pPr>
        <w:rPr>
          <w:sz w:val="24"/>
          <w:szCs w:val="24"/>
        </w:rPr>
      </w:pPr>
      <w:r>
        <w:rPr>
          <w:sz w:val="24"/>
          <w:szCs w:val="24"/>
        </w:rPr>
        <w:t>право на владение землей</w:t>
      </w:r>
      <w:r w:rsidRPr="00732FFA">
        <w:rPr>
          <w:sz w:val="24"/>
          <w:szCs w:val="24"/>
        </w:rPr>
        <w:t>»</w:t>
      </w:r>
    </w:p>
    <w:p w:rsidR="00BF2A74" w:rsidRPr="00732FFA" w:rsidRDefault="00BF2A74" w:rsidP="006D2AFC">
      <w:pPr>
        <w:ind w:firstLine="540"/>
        <w:rPr>
          <w:sz w:val="24"/>
          <w:szCs w:val="24"/>
        </w:rPr>
      </w:pPr>
    </w:p>
    <w:p w:rsidR="00BF2A74" w:rsidRDefault="00BF2A74" w:rsidP="006D2AFC">
      <w:pPr>
        <w:jc w:val="both"/>
      </w:pPr>
      <w:r>
        <w:t xml:space="preserve">        В соответствии </w:t>
      </w:r>
      <w:r>
        <w:rPr>
          <w:szCs w:val="22"/>
        </w:rPr>
        <w:t>Федерального закона от 27.07.2010 № 210-</w:t>
      </w:r>
      <w:r>
        <w:t>ФЗ «Об организации предоставления государственных и муниципальных услуг» постановления Правительства РФ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услуг».</w:t>
      </w:r>
    </w:p>
    <w:p w:rsidR="00BF2A74" w:rsidRDefault="00BF2A74" w:rsidP="006D2AFC">
      <w:pPr>
        <w:ind w:firstLine="540"/>
        <w:jc w:val="both"/>
      </w:pPr>
      <w:r>
        <w:t>ПОСТАНОВЛЯЮ:</w:t>
      </w:r>
    </w:p>
    <w:p w:rsidR="00BF2A74" w:rsidRPr="00025AA3" w:rsidRDefault="00BF2A74" w:rsidP="006D2AFC">
      <w:pPr>
        <w:numPr>
          <w:ilvl w:val="0"/>
          <w:numId w:val="1"/>
        </w:numPr>
        <w:jc w:val="both"/>
      </w:pPr>
      <w:r>
        <w:t>Утвердить административный регламент «</w:t>
      </w:r>
      <w:r w:rsidRPr="00025AA3">
        <w:t>Предоставление</w:t>
      </w:r>
      <w:r>
        <w:t xml:space="preserve"> м</w:t>
      </w:r>
      <w:r w:rsidRPr="00025AA3">
        <w:t xml:space="preserve">униципальной </w:t>
      </w:r>
      <w:r>
        <w:t>у</w:t>
      </w:r>
      <w:r w:rsidRPr="00025AA3">
        <w:t>слуги по выдаче копий архивных документов, подтверждающих право на владение землей»</w:t>
      </w:r>
    </w:p>
    <w:p w:rsidR="00BF2A74" w:rsidRDefault="00BF2A74" w:rsidP="006D2AFC">
      <w:pPr>
        <w:ind w:left="567"/>
        <w:jc w:val="both"/>
      </w:pPr>
      <w:r>
        <w:t>2.Опубликовать постановление в газете «Знаменка» и на сайте администрации Совхозного сельсовета.</w:t>
      </w:r>
    </w:p>
    <w:p w:rsidR="00BF2A74" w:rsidRDefault="00BF2A74" w:rsidP="006D2AFC">
      <w:pPr>
        <w:ind w:left="540"/>
        <w:jc w:val="both"/>
      </w:pPr>
      <w:r>
        <w:t>3.Контроль за выполнением постановления оставляю за собой.</w:t>
      </w:r>
    </w:p>
    <w:p w:rsidR="00BF2A74" w:rsidRDefault="00BF2A74" w:rsidP="006D2AFC">
      <w:pPr>
        <w:ind w:firstLine="540"/>
        <w:jc w:val="both"/>
      </w:pPr>
    </w:p>
    <w:p w:rsidR="00BF2A74" w:rsidRDefault="00BF2A74" w:rsidP="006D2AFC">
      <w:pPr>
        <w:ind w:firstLine="540"/>
        <w:jc w:val="both"/>
      </w:pPr>
    </w:p>
    <w:p w:rsidR="00BF2A74" w:rsidRDefault="00BF2A74" w:rsidP="006D2AFC">
      <w:pPr>
        <w:jc w:val="both"/>
      </w:pPr>
      <w:r>
        <w:t>Глава Совхозного сельсовета                                                    А.В.Никулин</w:t>
      </w:r>
    </w:p>
    <w:p w:rsidR="00BF2A74" w:rsidRDefault="00BF2A74" w:rsidP="006D2AFC">
      <w:pPr>
        <w:ind w:firstLine="540"/>
        <w:jc w:val="center"/>
        <w:rPr>
          <w:b/>
          <w:bCs/>
        </w:rPr>
      </w:pPr>
    </w:p>
    <w:p w:rsidR="00BF2A74" w:rsidRDefault="00BF2A74" w:rsidP="006D2AFC">
      <w:pPr>
        <w:ind w:firstLine="540"/>
        <w:jc w:val="center"/>
        <w:rPr>
          <w:b/>
          <w:bCs/>
        </w:rPr>
      </w:pPr>
    </w:p>
    <w:p w:rsidR="00BF2A74" w:rsidRDefault="00BF2A74" w:rsidP="006D2AFC">
      <w:pPr>
        <w:ind w:firstLine="540"/>
        <w:jc w:val="center"/>
        <w:rPr>
          <w:b/>
          <w:bCs/>
        </w:rPr>
      </w:pPr>
    </w:p>
    <w:p w:rsidR="00BF2A74" w:rsidRDefault="00BF2A74" w:rsidP="006D2AFC">
      <w:pPr>
        <w:ind w:firstLine="540"/>
        <w:jc w:val="center"/>
        <w:rPr>
          <w:b/>
          <w:bCs/>
        </w:rPr>
      </w:pPr>
    </w:p>
    <w:p w:rsidR="00BF2A74" w:rsidRDefault="00BF2A74" w:rsidP="006D2AFC">
      <w:pPr>
        <w:ind w:firstLine="540"/>
        <w:jc w:val="center"/>
        <w:rPr>
          <w:b/>
          <w:bCs/>
        </w:rPr>
      </w:pPr>
    </w:p>
    <w:p w:rsidR="00BF2A74" w:rsidRDefault="00BF2A74"/>
    <w:sectPr w:rsidR="00BF2A74" w:rsidSect="00913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65BEC"/>
    <w:multiLevelType w:val="hybridMultilevel"/>
    <w:tmpl w:val="47281BBA"/>
    <w:lvl w:ilvl="0" w:tplc="44CEEF8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2AFC"/>
    <w:rsid w:val="00025AA3"/>
    <w:rsid w:val="001D3B87"/>
    <w:rsid w:val="005E5A9E"/>
    <w:rsid w:val="006D2AFC"/>
    <w:rsid w:val="00732FFA"/>
    <w:rsid w:val="00851AD3"/>
    <w:rsid w:val="00913358"/>
    <w:rsid w:val="00BF2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AFC"/>
    <w:rPr>
      <w:rFonts w:ascii="Times New Roman" w:eastAsia="Times New Roman" w:hAnsi="Times New Roman"/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179</Words>
  <Characters>1023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2012-09-10T03:46:00Z</dcterms:created>
  <dcterms:modified xsi:type="dcterms:W3CDTF">2012-09-14T03:45:00Z</dcterms:modified>
</cp:coreProperties>
</file>